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A1BE0" w14:textId="77777777" w:rsidR="006E5D65" w:rsidRPr="009C5B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C5B9B">
        <w:rPr>
          <w:rFonts w:ascii="Corbel" w:hAnsi="Corbel"/>
          <w:bCs/>
          <w:i/>
        </w:rPr>
        <w:t xml:space="preserve">Załącznik nr </w:t>
      </w:r>
      <w:r w:rsidR="006F31E2" w:rsidRPr="009C5B9B">
        <w:rPr>
          <w:rFonts w:ascii="Corbel" w:hAnsi="Corbel"/>
          <w:bCs/>
          <w:i/>
        </w:rPr>
        <w:t>1.5</w:t>
      </w:r>
      <w:r w:rsidR="00D8678B" w:rsidRPr="009C5B9B">
        <w:rPr>
          <w:rFonts w:ascii="Corbel" w:hAnsi="Corbel"/>
          <w:bCs/>
          <w:i/>
        </w:rPr>
        <w:t xml:space="preserve"> do Zarządzenia</w:t>
      </w:r>
      <w:r w:rsidR="002A22BF" w:rsidRPr="009C5B9B">
        <w:rPr>
          <w:rFonts w:ascii="Corbel" w:hAnsi="Corbel"/>
          <w:bCs/>
          <w:i/>
        </w:rPr>
        <w:t xml:space="preserve"> Rektora UR </w:t>
      </w:r>
      <w:r w:rsidRPr="009C5B9B">
        <w:rPr>
          <w:rFonts w:ascii="Corbel" w:hAnsi="Corbel"/>
          <w:bCs/>
          <w:i/>
        </w:rPr>
        <w:t xml:space="preserve"> nr </w:t>
      </w:r>
      <w:r w:rsidR="00F17567" w:rsidRPr="009C5B9B">
        <w:rPr>
          <w:rFonts w:ascii="Corbel" w:hAnsi="Corbel"/>
          <w:bCs/>
          <w:i/>
        </w:rPr>
        <w:t>12/2019</w:t>
      </w:r>
    </w:p>
    <w:p w14:paraId="6D6C6A2B" w14:textId="77777777" w:rsidR="0085747A" w:rsidRPr="009C5B9B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B9B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77777777" w:rsidR="00DC6D0C" w:rsidRPr="009C5B9B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B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C5B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C5B9B">
        <w:rPr>
          <w:rFonts w:ascii="Corbel" w:hAnsi="Corbel"/>
          <w:b/>
          <w:smallCaps/>
          <w:sz w:val="24"/>
          <w:szCs w:val="24"/>
        </w:rPr>
        <w:t>2020-2022</w:t>
      </w:r>
    </w:p>
    <w:p w14:paraId="5A98231C" w14:textId="77777777" w:rsidR="00445970" w:rsidRPr="009C5B9B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B9B">
        <w:rPr>
          <w:rFonts w:ascii="Corbel" w:hAnsi="Corbel"/>
          <w:sz w:val="20"/>
          <w:szCs w:val="20"/>
        </w:rPr>
        <w:t>Rok akademicki   2020/2021</w:t>
      </w:r>
    </w:p>
    <w:p w14:paraId="1987D572" w14:textId="77777777" w:rsidR="0085747A" w:rsidRPr="009C5B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B9B">
        <w:rPr>
          <w:rFonts w:ascii="Corbel" w:hAnsi="Corbel"/>
          <w:szCs w:val="24"/>
        </w:rPr>
        <w:t xml:space="preserve">1. </w:t>
      </w:r>
      <w:r w:rsidR="0085747A" w:rsidRPr="009C5B9B">
        <w:rPr>
          <w:rFonts w:ascii="Corbel" w:hAnsi="Corbel"/>
          <w:szCs w:val="24"/>
        </w:rPr>
        <w:t xml:space="preserve">Podstawowe </w:t>
      </w:r>
      <w:r w:rsidR="00445970" w:rsidRPr="009C5B9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B9B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C5B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B9B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C5B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B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C5B9B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C5B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</w:t>
            </w:r>
            <w:r w:rsidR="0085747A" w:rsidRPr="009C5B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C5B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B9B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C5B9B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B9B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B9B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C5B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C5B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B9B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B9B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688736BF" w:rsidR="0085747A" w:rsidRPr="009C5B9B" w:rsidRDefault="009C5B9B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B9B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C5B9B">
              <w:rPr>
                <w:rFonts w:ascii="Corbel" w:hAnsi="Corbel"/>
                <w:sz w:val="24"/>
                <w:szCs w:val="24"/>
              </w:rPr>
              <w:t>/y</w:t>
            </w:r>
            <w:r w:rsidRPr="009C5B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B9B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C5B9B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B9B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C5B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C5B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B9B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C5B9B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C5B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C5B9B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77777777" w:rsidR="0085747A" w:rsidRPr="009C5B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* </w:t>
      </w:r>
      <w:r w:rsidRPr="009C5B9B">
        <w:rPr>
          <w:rFonts w:ascii="Corbel" w:hAnsi="Corbel"/>
          <w:i/>
          <w:sz w:val="24"/>
          <w:szCs w:val="24"/>
        </w:rPr>
        <w:t>-</w:t>
      </w:r>
      <w:r w:rsidR="00B90885" w:rsidRPr="009C5B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C5B9B">
        <w:rPr>
          <w:rFonts w:ascii="Corbel" w:hAnsi="Corbel"/>
          <w:b w:val="0"/>
          <w:sz w:val="24"/>
          <w:szCs w:val="24"/>
        </w:rPr>
        <w:t>e,</w:t>
      </w:r>
      <w:r w:rsidRPr="009C5B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C5B9B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C5B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C5B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>1.</w:t>
      </w:r>
      <w:r w:rsidR="00E22FBC" w:rsidRPr="009C5B9B">
        <w:rPr>
          <w:rFonts w:ascii="Corbel" w:hAnsi="Corbel"/>
          <w:sz w:val="24"/>
          <w:szCs w:val="24"/>
        </w:rPr>
        <w:t>1</w:t>
      </w:r>
      <w:r w:rsidRPr="009C5B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C5B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B9B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C5B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(</w:t>
            </w:r>
            <w:r w:rsidR="00363F78" w:rsidRPr="009C5B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B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C5B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B9B">
              <w:rPr>
                <w:rFonts w:ascii="Corbel" w:hAnsi="Corbel"/>
                <w:b/>
                <w:szCs w:val="24"/>
              </w:rPr>
              <w:t>Liczba pkt</w:t>
            </w:r>
            <w:r w:rsidR="00B90885" w:rsidRPr="009C5B9B">
              <w:rPr>
                <w:rFonts w:ascii="Corbel" w:hAnsi="Corbel"/>
                <w:b/>
                <w:szCs w:val="24"/>
              </w:rPr>
              <w:t>.</w:t>
            </w:r>
            <w:r w:rsidRPr="009C5B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B9B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C5B9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629B0FD4" w:rsidR="00015B8F" w:rsidRPr="009C5B9B" w:rsidRDefault="00EB3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473854A3" w:rsidR="00015B8F" w:rsidRPr="009C5B9B" w:rsidRDefault="00EB3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9C5B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9C5B9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C5B9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C5B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>1.</w:t>
      </w:r>
      <w:r w:rsidR="00E22FBC" w:rsidRPr="009C5B9B">
        <w:rPr>
          <w:rFonts w:ascii="Corbel" w:hAnsi="Corbel"/>
          <w:smallCaps w:val="0"/>
          <w:szCs w:val="24"/>
        </w:rPr>
        <w:t>2</w:t>
      </w:r>
      <w:r w:rsidR="00F83B28" w:rsidRPr="009C5B9B">
        <w:rPr>
          <w:rFonts w:ascii="Corbel" w:hAnsi="Corbel"/>
          <w:smallCaps w:val="0"/>
          <w:szCs w:val="24"/>
        </w:rPr>
        <w:t>.</w:t>
      </w:r>
      <w:r w:rsidR="00F83B28" w:rsidRPr="009C5B9B">
        <w:rPr>
          <w:rFonts w:ascii="Corbel" w:hAnsi="Corbel"/>
          <w:smallCaps w:val="0"/>
          <w:szCs w:val="24"/>
        </w:rPr>
        <w:tab/>
      </w:r>
      <w:r w:rsidRPr="009C5B9B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C5B9B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C5B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C5B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C5B9B">
        <w:rPr>
          <w:rFonts w:ascii="Corbel" w:hAnsi="Corbel"/>
          <w:b w:val="0"/>
          <w:smallCaps w:val="0"/>
          <w:szCs w:val="24"/>
        </w:rPr>
        <w:t>zajęcia w formie tradycyjnej</w:t>
      </w:r>
      <w:r w:rsidRPr="009C5B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2B0AB41C" w14:textId="77777777" w:rsidR="003828B0" w:rsidRPr="009C5B9B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B9B">
        <w:rPr>
          <w:rFonts w:ascii="MS Gothic" w:eastAsia="MS Gothic" w:hAnsi="MS Gothic" w:cs="MS Gothic" w:hint="eastAsia"/>
          <w:b w:val="0"/>
          <w:szCs w:val="24"/>
        </w:rPr>
        <w:t>☐</w:t>
      </w:r>
      <w:r w:rsidRPr="009C5B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AC5868" w14:textId="77777777" w:rsidR="003828B0" w:rsidRPr="009C5B9B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1D0BA3D3" w14:textId="6F0FAFC1" w:rsidR="00E22FBC" w:rsidRPr="009C5B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1.3 </w:t>
      </w:r>
      <w:r w:rsidR="00F83B28" w:rsidRPr="009C5B9B">
        <w:rPr>
          <w:rFonts w:ascii="Corbel" w:hAnsi="Corbel"/>
          <w:smallCaps w:val="0"/>
          <w:szCs w:val="24"/>
        </w:rPr>
        <w:tab/>
      </w:r>
      <w:r w:rsidRPr="009C5B9B">
        <w:rPr>
          <w:rFonts w:ascii="Corbel" w:hAnsi="Corbel"/>
          <w:smallCaps w:val="0"/>
          <w:szCs w:val="24"/>
        </w:rPr>
        <w:t>For</w:t>
      </w:r>
      <w:r w:rsidR="00445970" w:rsidRPr="009C5B9B">
        <w:rPr>
          <w:rFonts w:ascii="Corbel" w:hAnsi="Corbel"/>
          <w:smallCaps w:val="0"/>
          <w:szCs w:val="24"/>
        </w:rPr>
        <w:t xml:space="preserve">ma zaliczenia przedmiotu </w:t>
      </w:r>
      <w:r w:rsidRPr="009C5B9B">
        <w:rPr>
          <w:rFonts w:ascii="Corbel" w:hAnsi="Corbel"/>
          <w:smallCaps w:val="0"/>
          <w:szCs w:val="24"/>
        </w:rPr>
        <w:t xml:space="preserve"> (z toku)</w:t>
      </w:r>
      <w:r w:rsidR="003828B0" w:rsidRPr="009C5B9B">
        <w:rPr>
          <w:rFonts w:ascii="Corbel" w:hAnsi="Corbel"/>
          <w:smallCaps w:val="0"/>
          <w:szCs w:val="24"/>
        </w:rPr>
        <w:t xml:space="preserve"> </w:t>
      </w:r>
      <w:r w:rsidR="003828B0" w:rsidRPr="009C5B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C5B9B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B9B">
        <w:rPr>
          <w:rFonts w:ascii="Corbel" w:hAnsi="Corbel"/>
          <w:b w:val="0"/>
          <w:smallCaps w:val="0"/>
          <w:szCs w:val="24"/>
        </w:rPr>
        <w:tab/>
      </w:r>
      <w:r w:rsidR="00D00729" w:rsidRPr="009C5B9B">
        <w:rPr>
          <w:rFonts w:ascii="Corbel" w:hAnsi="Corbel"/>
          <w:b w:val="0"/>
          <w:smallCaps w:val="0"/>
          <w:szCs w:val="24"/>
        </w:rPr>
        <w:t>E</w:t>
      </w:r>
      <w:r w:rsidRPr="009C5B9B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C5B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C5B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B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04B0E360" w14:textId="77777777" w:rsidTr="00745302">
        <w:tc>
          <w:tcPr>
            <w:tcW w:w="9670" w:type="dxa"/>
          </w:tcPr>
          <w:p w14:paraId="1C1FA2AF" w14:textId="77777777" w:rsidR="0085747A" w:rsidRPr="009C5B9B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C5B9B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B9B">
        <w:rPr>
          <w:rFonts w:ascii="Corbel" w:hAnsi="Corbel"/>
          <w:szCs w:val="24"/>
        </w:rPr>
        <w:t>3.</w:t>
      </w:r>
      <w:r w:rsidR="00A84C85" w:rsidRPr="009C5B9B">
        <w:rPr>
          <w:rFonts w:ascii="Corbel" w:hAnsi="Corbel"/>
          <w:szCs w:val="24"/>
        </w:rPr>
        <w:t>cele, efekty uczenia się</w:t>
      </w:r>
      <w:r w:rsidR="0085747A" w:rsidRPr="009C5B9B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C5B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3.1 </w:t>
      </w:r>
      <w:r w:rsidR="00C05F44" w:rsidRPr="009C5B9B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C5B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B9B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C5B9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C5B9B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C5B9B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C5B9B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C5B9B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9B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C5B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t xml:space="preserve">3.2 </w:t>
      </w:r>
      <w:r w:rsidR="001D7B54" w:rsidRPr="009C5B9B">
        <w:rPr>
          <w:rFonts w:ascii="Corbel" w:hAnsi="Corbel"/>
          <w:b/>
          <w:sz w:val="24"/>
          <w:szCs w:val="24"/>
        </w:rPr>
        <w:t xml:space="preserve">Efekty </w:t>
      </w:r>
      <w:r w:rsidR="00C05F44" w:rsidRPr="009C5B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B9B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C5B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C5B9B" w14:paraId="74A1FEF5" w14:textId="77777777" w:rsidTr="224210AF">
        <w:tc>
          <w:tcPr>
            <w:tcW w:w="1701" w:type="dxa"/>
            <w:vAlign w:val="center"/>
          </w:tcPr>
          <w:p w14:paraId="3440F798" w14:textId="77777777" w:rsidR="0085747A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C5B9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B9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B675192" w14:textId="77777777" w:rsidR="0085747A" w:rsidRPr="009C5B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05B10F3B" w14:textId="77777777" w:rsidR="0085747A" w:rsidRPr="009C5B9B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C5B9B" w14:paraId="00C0CA68" w14:textId="77777777" w:rsidTr="224210AF">
        <w:tc>
          <w:tcPr>
            <w:tcW w:w="1701" w:type="dxa"/>
          </w:tcPr>
          <w:p w14:paraId="05BEE382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72AB84A" w14:textId="77777777" w:rsidR="00243D5B" w:rsidRPr="009C5B9B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32" w:type="dxa"/>
          </w:tcPr>
          <w:p w14:paraId="0CEC9BFE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C5B9B" w14:paraId="439B2BA7" w14:textId="77777777" w:rsidTr="224210AF">
        <w:tc>
          <w:tcPr>
            <w:tcW w:w="1701" w:type="dxa"/>
          </w:tcPr>
          <w:p w14:paraId="7F21A629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8F05D72" w14:textId="50FAF65A" w:rsidR="00243D5B" w:rsidRPr="009C5B9B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32" w:type="dxa"/>
          </w:tcPr>
          <w:p w14:paraId="483DA8AB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</w:tc>
      </w:tr>
      <w:tr w:rsidR="00243D5B" w:rsidRPr="009C5B9B" w14:paraId="4C8CFFBD" w14:textId="77777777" w:rsidTr="224210AF">
        <w:tc>
          <w:tcPr>
            <w:tcW w:w="1701" w:type="dxa"/>
          </w:tcPr>
          <w:p w14:paraId="32E672B2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DCAF17A" w14:textId="77777777" w:rsidR="00243D5B" w:rsidRPr="009C5B9B" w:rsidRDefault="00243D5B" w:rsidP="002F34A7">
            <w:pPr>
              <w:spacing w:after="0" w:line="240" w:lineRule="auto"/>
              <w:jc w:val="both"/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C5B9B">
              <w:t>.</w:t>
            </w:r>
          </w:p>
        </w:tc>
        <w:tc>
          <w:tcPr>
            <w:tcW w:w="1732" w:type="dxa"/>
          </w:tcPr>
          <w:p w14:paraId="7D9EB4DA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243D5B" w:rsidRPr="009C5B9B" w14:paraId="2DB8B742" w14:textId="77777777" w:rsidTr="224210AF">
        <w:tc>
          <w:tcPr>
            <w:tcW w:w="1701" w:type="dxa"/>
          </w:tcPr>
          <w:p w14:paraId="583BC8E8" w14:textId="77777777" w:rsidR="00243D5B" w:rsidRPr="009C5B9B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8973E8E" w14:textId="77777777" w:rsidR="00243D5B" w:rsidRPr="009C5B9B" w:rsidRDefault="00243D5B" w:rsidP="002F34A7">
            <w:pPr>
              <w:spacing w:after="0" w:line="240" w:lineRule="auto"/>
              <w:jc w:val="both"/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32" w:type="dxa"/>
          </w:tcPr>
          <w:p w14:paraId="2D4791FF" w14:textId="77777777" w:rsidR="00243D5B" w:rsidRPr="009C5B9B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</w:tbl>
    <w:p w14:paraId="225B2DBA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C5B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t>3.3</w:t>
      </w:r>
      <w:r w:rsidR="0085747A" w:rsidRPr="009C5B9B">
        <w:rPr>
          <w:rFonts w:ascii="Corbel" w:hAnsi="Corbel"/>
          <w:b/>
          <w:sz w:val="24"/>
          <w:szCs w:val="24"/>
        </w:rPr>
        <w:t>T</w:t>
      </w:r>
      <w:r w:rsidR="001D7B54" w:rsidRPr="009C5B9B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C5B9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C5B9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7D785C69" w14:textId="77777777" w:rsidTr="00923D7D">
        <w:tc>
          <w:tcPr>
            <w:tcW w:w="9639" w:type="dxa"/>
          </w:tcPr>
          <w:p w14:paraId="264D45B8" w14:textId="77777777" w:rsidR="0085747A" w:rsidRPr="009C5B9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C5B9B" w14:paraId="3CAAC6F9" w14:textId="77777777" w:rsidTr="00923D7D">
        <w:tc>
          <w:tcPr>
            <w:tcW w:w="9639" w:type="dxa"/>
          </w:tcPr>
          <w:p w14:paraId="0D7E2DAC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C5B9B" w14:paraId="5D3B9F84" w14:textId="77777777" w:rsidTr="00923D7D">
        <w:tc>
          <w:tcPr>
            <w:tcW w:w="9639" w:type="dxa"/>
          </w:tcPr>
          <w:p w14:paraId="7EA00DBA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C5B9B" w14:paraId="27E7C85E" w14:textId="77777777" w:rsidTr="00923D7D">
        <w:tc>
          <w:tcPr>
            <w:tcW w:w="9639" w:type="dxa"/>
          </w:tcPr>
          <w:p w14:paraId="53636A09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C5B9B" w14:paraId="1C0BB9C3" w14:textId="77777777" w:rsidTr="00923D7D">
        <w:tc>
          <w:tcPr>
            <w:tcW w:w="9639" w:type="dxa"/>
          </w:tcPr>
          <w:p w14:paraId="01FE839C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C5B9B" w14:paraId="6755BB64" w14:textId="77777777" w:rsidTr="00923D7D">
        <w:tc>
          <w:tcPr>
            <w:tcW w:w="9639" w:type="dxa"/>
          </w:tcPr>
          <w:p w14:paraId="08E22944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C5B9B" w14:paraId="0A6C5C1D" w14:textId="77777777" w:rsidTr="00923D7D">
        <w:tc>
          <w:tcPr>
            <w:tcW w:w="9639" w:type="dxa"/>
          </w:tcPr>
          <w:p w14:paraId="5F02D32D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C5B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C5B9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B9B">
        <w:rPr>
          <w:rFonts w:ascii="Corbel" w:hAnsi="Corbel"/>
          <w:sz w:val="24"/>
          <w:szCs w:val="24"/>
        </w:rPr>
        <w:t>Pro</w:t>
      </w:r>
      <w:r w:rsidR="00243D5B" w:rsidRPr="009C5B9B">
        <w:rPr>
          <w:rFonts w:ascii="Corbel" w:hAnsi="Corbel"/>
          <w:sz w:val="24"/>
          <w:szCs w:val="24"/>
        </w:rPr>
        <w:t>blematyka ćwiczeń audytoryjnych</w:t>
      </w:r>
      <w:r w:rsidRPr="009C5B9B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C5B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3D110038" w14:textId="77777777" w:rsidTr="00923D7D">
        <w:tc>
          <w:tcPr>
            <w:tcW w:w="9639" w:type="dxa"/>
          </w:tcPr>
          <w:p w14:paraId="2CA7D131" w14:textId="77777777" w:rsidR="0085747A" w:rsidRPr="009C5B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C5B9B" w14:paraId="1894C008" w14:textId="77777777" w:rsidTr="00923D7D">
        <w:tc>
          <w:tcPr>
            <w:tcW w:w="9639" w:type="dxa"/>
          </w:tcPr>
          <w:p w14:paraId="50423FC1" w14:textId="77777777" w:rsidR="00243D5B" w:rsidRPr="009C5B9B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C5B9B" w14:paraId="620CBEC6" w14:textId="77777777" w:rsidTr="00923D7D">
        <w:tc>
          <w:tcPr>
            <w:tcW w:w="9639" w:type="dxa"/>
          </w:tcPr>
          <w:p w14:paraId="1D97C27C" w14:textId="77777777" w:rsidR="00243D5B" w:rsidRPr="009C5B9B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C5B9B" w14:paraId="73AF878C" w14:textId="77777777" w:rsidTr="00923D7D">
        <w:tc>
          <w:tcPr>
            <w:tcW w:w="9639" w:type="dxa"/>
          </w:tcPr>
          <w:p w14:paraId="1DFFA6D2" w14:textId="77777777" w:rsidR="00243D5B" w:rsidRPr="009C5B9B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C5B9B" w14:paraId="2758F7CC" w14:textId="77777777" w:rsidTr="00923D7D">
        <w:tc>
          <w:tcPr>
            <w:tcW w:w="9639" w:type="dxa"/>
          </w:tcPr>
          <w:p w14:paraId="2FF00E15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C5B9B" w14:paraId="473C3364" w14:textId="77777777" w:rsidTr="00923D7D">
        <w:tc>
          <w:tcPr>
            <w:tcW w:w="9639" w:type="dxa"/>
          </w:tcPr>
          <w:p w14:paraId="1B27217B" w14:textId="77777777" w:rsidR="00243D5B" w:rsidRPr="009C5B9B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C5B9B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C5B9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C5B9B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C5B9B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C5B9B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C5B9B">
        <w:rPr>
          <w:rFonts w:ascii="Corbel" w:hAnsi="Corbel"/>
          <w:sz w:val="23"/>
          <w:szCs w:val="23"/>
        </w:rPr>
        <w:t>realizowany przy pomocy platformy MS Teams</w:t>
      </w:r>
      <w:r w:rsidRPr="009C5B9B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C5B9B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C5B9B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C5B9B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C5B9B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C5B9B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C5B9B">
        <w:rPr>
          <w:rFonts w:ascii="Corbel" w:hAnsi="Corbel"/>
          <w:sz w:val="23"/>
          <w:szCs w:val="23"/>
        </w:rPr>
        <w:t>realizowane z wykorzystaniem platformy MS Teams</w:t>
      </w:r>
      <w:r w:rsidR="000B4E44" w:rsidRPr="009C5B9B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C5B9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C5B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 </w:t>
      </w:r>
      <w:r w:rsidR="0085747A" w:rsidRPr="009C5B9B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C5B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C5B9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C5B9B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B9B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C5B9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C5B9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C5B9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C5B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C5B9B" w14:paraId="3CDB56E7" w14:textId="77777777" w:rsidTr="00C05F44">
        <w:tc>
          <w:tcPr>
            <w:tcW w:w="1985" w:type="dxa"/>
          </w:tcPr>
          <w:p w14:paraId="2769772D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C5B9B" w14:paraId="301C654B" w14:textId="77777777" w:rsidTr="00C05F44">
        <w:tc>
          <w:tcPr>
            <w:tcW w:w="1985" w:type="dxa"/>
          </w:tcPr>
          <w:p w14:paraId="45A1A2E0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C5B9B" w14:paraId="06DCBBB4" w14:textId="77777777" w:rsidTr="00C05F44">
        <w:tc>
          <w:tcPr>
            <w:tcW w:w="1985" w:type="dxa"/>
          </w:tcPr>
          <w:p w14:paraId="4C66BF18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C5B9B" w14:paraId="37C45270" w14:textId="77777777" w:rsidTr="00C05F44">
        <w:tc>
          <w:tcPr>
            <w:tcW w:w="1985" w:type="dxa"/>
          </w:tcPr>
          <w:p w14:paraId="5D198E61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B9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C5B9B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C5B9B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C5B9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C5B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4.2 </w:t>
      </w:r>
      <w:r w:rsidR="0085747A" w:rsidRPr="009C5B9B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C5B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B9B" w14:paraId="6CCB6B66" w14:textId="77777777" w:rsidTr="00923D7D">
        <w:tc>
          <w:tcPr>
            <w:tcW w:w="9670" w:type="dxa"/>
          </w:tcPr>
          <w:p w14:paraId="1A1DEDED" w14:textId="77777777" w:rsidR="00E42EE9" w:rsidRPr="009C5B9B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C5B9B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C5B9B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C5B9B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C5B9B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C5B9B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C5B9B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C5B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B9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B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C5B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B9B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C5B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B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B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C5B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B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B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C5B9B" w14:paraId="4CA7C23F" w14:textId="77777777" w:rsidTr="00923D7D">
        <w:tc>
          <w:tcPr>
            <w:tcW w:w="4962" w:type="dxa"/>
          </w:tcPr>
          <w:p w14:paraId="5CD79B4D" w14:textId="78A4A1B3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C5B9B">
              <w:rPr>
                <w:rFonts w:ascii="Corbel" w:hAnsi="Corbel"/>
                <w:sz w:val="24"/>
                <w:szCs w:val="24"/>
              </w:rPr>
              <w:t>harmonogramu</w:t>
            </w:r>
            <w:r w:rsidRPr="009C5B9B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04844655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42EE9" w:rsidRPr="009C5B9B" w14:paraId="2BD9FED0" w14:textId="77777777" w:rsidTr="00923D7D">
        <w:tc>
          <w:tcPr>
            <w:tcW w:w="4962" w:type="dxa"/>
          </w:tcPr>
          <w:p w14:paraId="5AD3CEEA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6634747B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42EE9" w:rsidRPr="009C5B9B" w14:paraId="6A00736A" w14:textId="77777777" w:rsidTr="00923D7D">
        <w:tc>
          <w:tcPr>
            <w:tcW w:w="4962" w:type="dxa"/>
          </w:tcPr>
          <w:p w14:paraId="65112ABB" w14:textId="77777777" w:rsidR="00E42EE9" w:rsidRPr="009C5B9B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248A4299" w:rsidR="00E42EE9" w:rsidRPr="009C5B9B" w:rsidRDefault="00EB327B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B9B" w14:paraId="3A967427" w14:textId="77777777" w:rsidTr="00923D7D">
        <w:tc>
          <w:tcPr>
            <w:tcW w:w="4962" w:type="dxa"/>
          </w:tcPr>
          <w:p w14:paraId="2E589435" w14:textId="77777777" w:rsidR="0085747A" w:rsidRPr="009C5B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C5B9B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B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B9B" w14:paraId="4721B859" w14:textId="77777777" w:rsidTr="00923D7D">
        <w:tc>
          <w:tcPr>
            <w:tcW w:w="4962" w:type="dxa"/>
          </w:tcPr>
          <w:p w14:paraId="38F2D1F6" w14:textId="77777777" w:rsidR="0085747A" w:rsidRPr="009C5B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C5B9B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B9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C5B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B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B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C5B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C5B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6. </w:t>
      </w:r>
      <w:r w:rsidR="0085747A" w:rsidRPr="009C5B9B">
        <w:rPr>
          <w:rFonts w:ascii="Corbel" w:hAnsi="Corbel"/>
          <w:smallCaps w:val="0"/>
          <w:szCs w:val="24"/>
        </w:rPr>
        <w:t>PRAKTYKI ZAWO</w:t>
      </w:r>
      <w:r w:rsidR="009D3F3B" w:rsidRPr="009C5B9B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B9B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C5B9B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B9B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C5B9B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C5B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C5B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B9B">
        <w:rPr>
          <w:rFonts w:ascii="Corbel" w:hAnsi="Corbel"/>
          <w:smallCaps w:val="0"/>
          <w:szCs w:val="24"/>
        </w:rPr>
        <w:t xml:space="preserve">7. </w:t>
      </w:r>
      <w:r w:rsidR="0085747A" w:rsidRPr="009C5B9B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C5B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B9B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C5B9B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C5B9B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C5B9B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C5B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C5B9B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C5B9B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B9B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C5B9B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C5B9B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C5B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B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4F81B" w14:textId="77777777" w:rsidR="007A5DF1" w:rsidRDefault="007A5DF1" w:rsidP="00C16ABF">
      <w:pPr>
        <w:spacing w:after="0" w:line="240" w:lineRule="auto"/>
      </w:pPr>
      <w:r>
        <w:separator/>
      </w:r>
    </w:p>
  </w:endnote>
  <w:endnote w:type="continuationSeparator" w:id="0">
    <w:p w14:paraId="0D228F99" w14:textId="77777777" w:rsidR="007A5DF1" w:rsidRDefault="007A5D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808EB" w14:textId="77777777" w:rsidR="007A5DF1" w:rsidRDefault="007A5DF1" w:rsidP="00C16ABF">
      <w:pPr>
        <w:spacing w:after="0" w:line="240" w:lineRule="auto"/>
      </w:pPr>
      <w:r>
        <w:separator/>
      </w:r>
    </w:p>
  </w:footnote>
  <w:footnote w:type="continuationSeparator" w:id="0">
    <w:p w14:paraId="17533F32" w14:textId="77777777" w:rsidR="007A5DF1" w:rsidRDefault="007A5DF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0250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DF1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5B9B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A15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480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27B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BE1E54-744A-4561-BDBB-A11A2A0250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9CCCD-3175-47E2-8899-8D01B8E4A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2020-12-13T11:08:00Z</dcterms:created>
  <dcterms:modified xsi:type="dcterms:W3CDTF">2020-12-13T11:12:00Z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